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E02" w:rsidRDefault="00842E02" w:rsidP="00C1686E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8B62A7">
        <w:rPr>
          <w:rFonts w:ascii="Arial" w:hAnsi="Arial" w:cs="Arial"/>
          <w:sz w:val="20"/>
          <w:szCs w:val="20"/>
          <w:lang w:val="de-DE"/>
        </w:rPr>
        <w:t>Formular Nr. 1</w:t>
      </w:r>
      <w:r>
        <w:rPr>
          <w:rFonts w:ascii="Arial" w:hAnsi="Arial" w:cs="Arial"/>
          <w:sz w:val="20"/>
          <w:szCs w:val="20"/>
          <w:lang w:val="de-DE"/>
        </w:rPr>
        <w:t>/c</w:t>
      </w:r>
    </w:p>
    <w:p w:rsidR="00842E02" w:rsidRDefault="00842E02" w:rsidP="00C1686E">
      <w:pPr>
        <w:rPr>
          <w:rFonts w:ascii="Arial" w:hAnsi="Arial" w:cs="Arial"/>
          <w:b/>
          <w:lang w:val="de-DE"/>
        </w:rPr>
      </w:pPr>
      <w:r w:rsidRPr="002E6AC6">
        <w:rPr>
          <w:rFonts w:ascii="Arial" w:hAnsi="Arial" w:cs="Arial"/>
          <w:lang w:val="de-DE"/>
        </w:rPr>
        <w:t>Kodex der Ausschreibung:</w:t>
      </w:r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b/>
          <w:lang w:val="de-DE"/>
        </w:rPr>
        <w:t>AOV</w:t>
      </w:r>
      <w:r w:rsidRPr="00D9265D">
        <w:rPr>
          <w:rFonts w:ascii="Arial" w:hAnsi="Arial" w:cs="Arial"/>
          <w:b/>
          <w:lang w:val="de-DE"/>
        </w:rPr>
        <w:t xml:space="preserve"> 015/2016 TRAININGSZENTRUM FC SÜDTIROL</w:t>
      </w:r>
    </w:p>
    <w:p w:rsidR="00842E02" w:rsidRPr="007D12C1" w:rsidRDefault="00842E02" w:rsidP="00C1686E">
      <w:pPr>
        <w:rPr>
          <w:rFonts w:ascii="Arial" w:hAnsi="Arial" w:cs="Arial"/>
          <w:lang w:val="de-DE"/>
        </w:rPr>
      </w:pPr>
    </w:p>
    <w:p w:rsidR="00842E02" w:rsidRPr="008B62A7" w:rsidRDefault="00842E02" w:rsidP="00E34400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  <w:lang w:val="de-DE"/>
        </w:rPr>
      </w:pPr>
      <w:r w:rsidRPr="008B62A7">
        <w:rPr>
          <w:rFonts w:ascii="Arial" w:hAnsi="Arial" w:cs="Arial"/>
          <w:lang w:val="de-DE"/>
        </w:rPr>
        <w:tab/>
        <w:t>VORNAME</w:t>
      </w:r>
      <w:r w:rsidRPr="008B62A7">
        <w:rPr>
          <w:rFonts w:ascii="Arial" w:hAnsi="Arial" w:cs="Arial"/>
          <w:lang w:val="de-DE"/>
        </w:rPr>
        <w:tab/>
        <w:t>NACHNAME                           ALTER</w:t>
      </w:r>
    </w:p>
    <w:p w:rsidR="00842E02" w:rsidRPr="008B62A7" w:rsidRDefault="00842E02" w:rsidP="00B00041">
      <w:pPr>
        <w:pStyle w:val="Heading3"/>
        <w:rPr>
          <w:rFonts w:ascii="Arial" w:hAnsi="Arial" w:cs="Arial"/>
          <w:lang w:val="de-DE"/>
        </w:rPr>
      </w:pPr>
      <w:r w:rsidRPr="00156DAD">
        <w:rPr>
          <w:rFonts w:ascii="Arial" w:hAnsi="Arial" w:cs="Arial"/>
          <w:lang w:val="de-DE"/>
        </w:rPr>
        <w:t>LEITER DES ARBEITSSCHUTZDIENSTES</w:t>
      </w:r>
    </w:p>
    <w:tbl>
      <w:tblPr>
        <w:tblpPr w:leftFromText="141" w:rightFromText="141" w:vertAnchor="text" w:horzAnchor="margin" w:tblpX="-713" w:tblpY="242"/>
        <w:tblW w:w="16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984"/>
        <w:gridCol w:w="2552"/>
        <w:gridCol w:w="3544"/>
        <w:gridCol w:w="3334"/>
        <w:gridCol w:w="1487"/>
      </w:tblGrid>
      <w:tr w:rsidR="00842E02" w:rsidRPr="008B62A7">
        <w:trPr>
          <w:trHeight w:hRule="exact" w:val="397"/>
        </w:trPr>
        <w:tc>
          <w:tcPr>
            <w:tcW w:w="3189" w:type="dxa"/>
            <w:shd w:val="clear" w:color="auto" w:fill="E6E6E6"/>
            <w:vAlign w:val="center"/>
          </w:tcPr>
          <w:p w:rsidR="00842E02" w:rsidRPr="008B62A7" w:rsidRDefault="00842E02" w:rsidP="001C1F18">
            <w:pPr>
              <w:rPr>
                <w:rFonts w:ascii="Arial" w:hAnsi="Arial" w:cs="Arial"/>
                <w:bCs/>
                <w:lang w:val="de-DE"/>
              </w:rPr>
            </w:pPr>
            <w:r w:rsidRPr="008B62A7">
              <w:rPr>
                <w:rFonts w:ascii="Arial" w:hAnsi="Arial" w:cs="Arial"/>
                <w:bCs/>
                <w:lang w:val="de-DE"/>
              </w:rPr>
              <w:t>STUDIENTITEL</w:t>
            </w:r>
          </w:p>
        </w:tc>
        <w:tc>
          <w:tcPr>
            <w:tcW w:w="12901" w:type="dxa"/>
            <w:gridSpan w:val="5"/>
            <w:vAlign w:val="center"/>
          </w:tcPr>
          <w:p w:rsidR="00842E02" w:rsidRPr="008B62A7" w:rsidRDefault="00842E02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842E02" w:rsidRPr="008B62A7">
        <w:trPr>
          <w:trHeight w:hRule="exact" w:val="397"/>
        </w:trPr>
        <w:tc>
          <w:tcPr>
            <w:tcW w:w="3189" w:type="dxa"/>
            <w:vMerge w:val="restart"/>
            <w:shd w:val="clear" w:color="auto" w:fill="E6E6E6"/>
            <w:vAlign w:val="center"/>
          </w:tcPr>
          <w:p w:rsidR="00842E02" w:rsidRPr="008B62A7" w:rsidRDefault="00842E02" w:rsidP="001C1F18">
            <w:pPr>
              <w:rPr>
                <w:rFonts w:ascii="Arial" w:hAnsi="Arial" w:cs="Arial"/>
                <w:bCs/>
                <w:lang w:val="de-DE"/>
              </w:rPr>
            </w:pPr>
            <w:r w:rsidRPr="008B62A7">
              <w:rPr>
                <w:rFonts w:ascii="Arial" w:hAnsi="Arial" w:cs="Arial"/>
                <w:bCs/>
                <w:lang w:val="de-DE"/>
              </w:rPr>
              <w:t>FORTBILDUNGSKURSE</w:t>
            </w:r>
          </w:p>
        </w:tc>
        <w:tc>
          <w:tcPr>
            <w:tcW w:w="12901" w:type="dxa"/>
            <w:gridSpan w:val="5"/>
            <w:vAlign w:val="center"/>
          </w:tcPr>
          <w:p w:rsidR="00842E02" w:rsidRPr="008B62A7" w:rsidRDefault="00842E02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842E02" w:rsidRPr="008B62A7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842E02" w:rsidRPr="008B62A7" w:rsidRDefault="00842E02" w:rsidP="001C1F18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2901" w:type="dxa"/>
            <w:gridSpan w:val="5"/>
            <w:vAlign w:val="center"/>
          </w:tcPr>
          <w:p w:rsidR="00842E02" w:rsidRPr="008B62A7" w:rsidRDefault="00842E02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842E02" w:rsidRPr="008B62A7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842E02" w:rsidRPr="008B62A7" w:rsidRDefault="00842E02" w:rsidP="001C1F18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2901" w:type="dxa"/>
            <w:gridSpan w:val="5"/>
            <w:vAlign w:val="center"/>
          </w:tcPr>
          <w:p w:rsidR="00842E02" w:rsidRPr="008B62A7" w:rsidRDefault="00842E02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842E02" w:rsidRPr="008B62A7">
        <w:trPr>
          <w:trHeight w:hRule="exact" w:val="397"/>
        </w:trPr>
        <w:tc>
          <w:tcPr>
            <w:tcW w:w="16090" w:type="dxa"/>
            <w:gridSpan w:val="6"/>
            <w:shd w:val="clear" w:color="auto" w:fill="E6E6E6"/>
          </w:tcPr>
          <w:p w:rsidR="00842E02" w:rsidRPr="008B62A7" w:rsidRDefault="00842E02" w:rsidP="001C1F18">
            <w:pPr>
              <w:rPr>
                <w:rFonts w:ascii="Arial" w:hAnsi="Arial" w:cs="Arial"/>
                <w:lang w:val="de-DE"/>
              </w:rPr>
            </w:pPr>
            <w:r w:rsidRPr="008B62A7">
              <w:rPr>
                <w:rFonts w:ascii="Arial" w:hAnsi="Arial" w:cs="Arial"/>
                <w:lang w:val="de-DE"/>
              </w:rPr>
              <w:t>AUSGEFÜHRTE ARBEITEN:</w:t>
            </w:r>
          </w:p>
        </w:tc>
      </w:tr>
      <w:tr w:rsidR="00842E02" w:rsidRPr="008B62A7" w:rsidTr="00C74D13">
        <w:trPr>
          <w:trHeight w:hRule="exact" w:val="853"/>
        </w:trPr>
        <w:tc>
          <w:tcPr>
            <w:tcW w:w="3189" w:type="dxa"/>
            <w:vAlign w:val="center"/>
          </w:tcPr>
          <w:p w:rsidR="00842E02" w:rsidRPr="008B62A7" w:rsidRDefault="00842E02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ARBEITSBESCHREIBUNG</w:t>
            </w:r>
          </w:p>
        </w:tc>
        <w:tc>
          <w:tcPr>
            <w:tcW w:w="1984" w:type="dxa"/>
            <w:vAlign w:val="center"/>
          </w:tcPr>
          <w:p w:rsidR="00842E02" w:rsidRPr="008B62A7" w:rsidRDefault="00842E02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 xml:space="preserve">TYPOLOGIE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b/>
                  <w:bCs/>
                  <w:lang w:val="de-DE"/>
                </w:rPr>
                <w:t>DES</w:t>
              </w:r>
            </w:smartTag>
            <w:r w:rsidRPr="008B62A7">
              <w:rPr>
                <w:rFonts w:ascii="Arial" w:hAnsi="Arial" w:cs="Arial"/>
                <w:b/>
                <w:bCs/>
                <w:lang w:val="de-DE"/>
              </w:rPr>
              <w:t xml:space="preserve"> BAUES</w:t>
            </w:r>
          </w:p>
        </w:tc>
        <w:tc>
          <w:tcPr>
            <w:tcW w:w="2552" w:type="dxa"/>
            <w:vAlign w:val="center"/>
          </w:tcPr>
          <w:p w:rsidR="00842E02" w:rsidRPr="008B62A7" w:rsidRDefault="00842E02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AUFTRAGGEBER</w:t>
            </w:r>
          </w:p>
        </w:tc>
        <w:tc>
          <w:tcPr>
            <w:tcW w:w="3544" w:type="dxa"/>
            <w:vAlign w:val="center"/>
          </w:tcPr>
          <w:p w:rsidR="00842E02" w:rsidRPr="008B62A7" w:rsidRDefault="00842E02" w:rsidP="001C1F18">
            <w:pPr>
              <w:pStyle w:val="Heading5"/>
              <w:framePr w:hSpace="0" w:wrap="auto" w:vAnchor="margin" w:hAnchor="text" w:yAlign="inline"/>
              <w:rPr>
                <w:rFonts w:ascii="Arial" w:hAnsi="Arial" w:cs="Arial"/>
                <w:lang w:val="de-DE"/>
              </w:rPr>
            </w:pPr>
            <w:r w:rsidRPr="008B62A7">
              <w:rPr>
                <w:rFonts w:ascii="Arial" w:hAnsi="Arial" w:cs="Arial"/>
                <w:lang w:val="de-DE"/>
              </w:rPr>
              <w:t xml:space="preserve">BETRAG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lang w:val="de-DE"/>
                </w:rPr>
                <w:t>DER</w:t>
              </w:r>
            </w:smartTag>
            <w:r w:rsidRPr="008B62A7">
              <w:rPr>
                <w:rFonts w:ascii="Arial" w:hAnsi="Arial" w:cs="Arial"/>
                <w:lang w:val="de-DE"/>
              </w:rPr>
              <w:t xml:space="preserve"> ARBEITEN</w:t>
            </w:r>
            <w:r>
              <w:rPr>
                <w:rFonts w:ascii="Arial" w:hAnsi="Arial" w:cs="Arial"/>
                <w:lang w:val="de-DE"/>
              </w:rPr>
              <w:t xml:space="preserve"> / TAGESLEISTUNG</w:t>
            </w:r>
          </w:p>
        </w:tc>
        <w:tc>
          <w:tcPr>
            <w:tcW w:w="3334" w:type="dxa"/>
            <w:vAlign w:val="center"/>
          </w:tcPr>
          <w:p w:rsidR="00842E02" w:rsidRPr="008B62A7" w:rsidRDefault="00842E02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QUALIFIZIERUNG</w:t>
            </w:r>
          </w:p>
          <w:p w:rsidR="00842E02" w:rsidRPr="008B62A7" w:rsidRDefault="00842E02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(durchgeführte Aufgaben)</w:t>
            </w:r>
          </w:p>
        </w:tc>
        <w:tc>
          <w:tcPr>
            <w:tcW w:w="1487" w:type="dxa"/>
            <w:vAlign w:val="center"/>
          </w:tcPr>
          <w:p w:rsidR="00842E02" w:rsidRPr="008B62A7" w:rsidRDefault="00842E02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ZEITRAUM</w:t>
            </w:r>
          </w:p>
        </w:tc>
      </w:tr>
      <w:tr w:rsidR="00842E02" w:rsidRPr="008B62A7" w:rsidTr="008005E2">
        <w:trPr>
          <w:trHeight w:hRule="exact" w:val="981"/>
        </w:trPr>
        <w:tc>
          <w:tcPr>
            <w:tcW w:w="3189" w:type="dxa"/>
            <w:vAlign w:val="center"/>
          </w:tcPr>
          <w:p w:rsidR="00842E02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842E02" w:rsidRPr="008B62A7" w:rsidRDefault="00842E02" w:rsidP="0014759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842E02" w:rsidRPr="00016140" w:rsidRDefault="00842E02" w:rsidP="0014759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842E02" w:rsidRDefault="00842E02" w:rsidP="0014759C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842E02" w:rsidRPr="00016140" w:rsidRDefault="00842E02" w:rsidP="0014759C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842E02" w:rsidRDefault="00842E02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  <w:p w:rsidR="00842E02" w:rsidRDefault="00842E02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  <w:p w:rsidR="00842E02" w:rsidRPr="008B62A7" w:rsidRDefault="00842E02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842E02" w:rsidRPr="00016140" w:rsidRDefault="00842E02" w:rsidP="0001614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842E02" w:rsidRPr="00016140" w:rsidRDefault="00842E02" w:rsidP="0001614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842E02" w:rsidRPr="00016140" w:rsidRDefault="00842E02" w:rsidP="0014759C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Leiter des Arbeitsschutzdienstes</w:t>
            </w:r>
          </w:p>
          <w:p w:rsidR="00842E02" w:rsidRPr="00016140" w:rsidRDefault="00842E02" w:rsidP="0014759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 w:rsidRPr="00016140">
              <w:rPr>
                <w:rFonts w:ascii="Arial" w:hAnsi="Arial" w:cs="Arial"/>
                <w:sz w:val="20"/>
                <w:szCs w:val="20"/>
              </w:rPr>
              <w:t>____</w:t>
            </w:r>
          </w:p>
        </w:tc>
        <w:tc>
          <w:tcPr>
            <w:tcW w:w="1487" w:type="dxa"/>
            <w:vAlign w:val="center"/>
          </w:tcPr>
          <w:p w:rsidR="00842E02" w:rsidRPr="008B62A7" w:rsidRDefault="00842E02" w:rsidP="0014759C">
            <w:pPr>
              <w:rPr>
                <w:rFonts w:ascii="Arial" w:hAnsi="Arial" w:cs="Arial"/>
                <w:lang w:val="de-DE"/>
              </w:rPr>
            </w:pPr>
          </w:p>
        </w:tc>
      </w:tr>
      <w:tr w:rsidR="00842E02" w:rsidRPr="00E77625" w:rsidTr="00C74D13">
        <w:trPr>
          <w:trHeight w:hRule="exact" w:val="953"/>
        </w:trPr>
        <w:tc>
          <w:tcPr>
            <w:tcW w:w="3189" w:type="dxa"/>
            <w:vAlign w:val="center"/>
          </w:tcPr>
          <w:p w:rsidR="00842E02" w:rsidRDefault="00842E02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842E02" w:rsidRDefault="00842E02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842E02" w:rsidRDefault="00842E02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842E02" w:rsidRPr="008B62A7" w:rsidRDefault="00842E02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842E02" w:rsidRPr="008B62A7" w:rsidRDefault="00842E02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842E02" w:rsidRPr="00E77625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Leiter des Arbeitsschutzdienstes</w:t>
            </w: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___________________ </w:t>
            </w:r>
          </w:p>
        </w:tc>
        <w:tc>
          <w:tcPr>
            <w:tcW w:w="1487" w:type="dxa"/>
            <w:vAlign w:val="center"/>
          </w:tcPr>
          <w:p w:rsidR="00842E02" w:rsidRPr="008B62A7" w:rsidRDefault="00842E02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842E02" w:rsidRPr="00E77625" w:rsidTr="00C74D13">
        <w:trPr>
          <w:trHeight w:hRule="exact" w:val="953"/>
        </w:trPr>
        <w:tc>
          <w:tcPr>
            <w:tcW w:w="3189" w:type="dxa"/>
            <w:vAlign w:val="center"/>
          </w:tcPr>
          <w:p w:rsidR="00842E02" w:rsidRDefault="00842E02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842E02" w:rsidRDefault="00842E02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842E02" w:rsidRDefault="00842E02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842E02" w:rsidRPr="008B62A7" w:rsidRDefault="00842E02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842E02" w:rsidRPr="008B62A7" w:rsidRDefault="00842E02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842E02" w:rsidRPr="00E77625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Leiter des Arbeitsschutzdienstes</w:t>
            </w:r>
          </w:p>
          <w:p w:rsidR="00842E02" w:rsidRPr="00E77625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___________________ </w:t>
            </w:r>
          </w:p>
          <w:p w:rsidR="00842E02" w:rsidRPr="00E77625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87" w:type="dxa"/>
            <w:vAlign w:val="center"/>
          </w:tcPr>
          <w:p w:rsidR="00842E02" w:rsidRPr="008B62A7" w:rsidRDefault="00842E02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842E02" w:rsidRPr="00E77625" w:rsidTr="00C74D13">
        <w:trPr>
          <w:trHeight w:hRule="exact" w:val="953"/>
        </w:trPr>
        <w:tc>
          <w:tcPr>
            <w:tcW w:w="3189" w:type="dxa"/>
            <w:vAlign w:val="center"/>
          </w:tcPr>
          <w:p w:rsidR="00842E02" w:rsidRDefault="00842E02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842E02" w:rsidRDefault="00842E02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842E02" w:rsidRDefault="00842E02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842E02" w:rsidRPr="008B62A7" w:rsidRDefault="00842E02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842E02" w:rsidRPr="008B62A7" w:rsidRDefault="00842E02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842E02" w:rsidRPr="00E77625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Leiter des Arbeitsschutzdienstes</w:t>
            </w: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>___________________</w:t>
            </w:r>
          </w:p>
        </w:tc>
        <w:tc>
          <w:tcPr>
            <w:tcW w:w="1487" w:type="dxa"/>
            <w:vAlign w:val="center"/>
          </w:tcPr>
          <w:p w:rsidR="00842E02" w:rsidRPr="008B62A7" w:rsidRDefault="00842E02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842E02" w:rsidRPr="00E77625" w:rsidTr="00C74D13">
        <w:trPr>
          <w:trHeight w:hRule="exact" w:val="953"/>
        </w:trPr>
        <w:tc>
          <w:tcPr>
            <w:tcW w:w="3189" w:type="dxa"/>
            <w:vAlign w:val="center"/>
          </w:tcPr>
          <w:p w:rsidR="00842E02" w:rsidRDefault="00842E02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842E02" w:rsidRDefault="00842E02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842E02" w:rsidRDefault="00842E02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842E02" w:rsidRPr="008B62A7" w:rsidRDefault="00842E02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842E02" w:rsidRDefault="00842E02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842E02" w:rsidRPr="008B62A7" w:rsidRDefault="00842E02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842E02" w:rsidRPr="00E77625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Leiter des Arbeitsschutzdienstes</w:t>
            </w:r>
          </w:p>
          <w:p w:rsidR="00842E02" w:rsidRPr="00016140" w:rsidRDefault="00842E02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E77625">
              <w:rPr>
                <w:rFonts w:ascii="Arial" w:hAnsi="Arial" w:cs="Arial"/>
                <w:sz w:val="20"/>
                <w:szCs w:val="20"/>
                <w:lang w:val="de-DE"/>
              </w:rPr>
              <w:t xml:space="preserve">___________________ </w:t>
            </w:r>
          </w:p>
        </w:tc>
        <w:tc>
          <w:tcPr>
            <w:tcW w:w="1487" w:type="dxa"/>
            <w:vAlign w:val="center"/>
          </w:tcPr>
          <w:p w:rsidR="00842E02" w:rsidRPr="008B62A7" w:rsidRDefault="00842E02" w:rsidP="007464E0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842E02" w:rsidRPr="008B62A7" w:rsidRDefault="00842E02" w:rsidP="00971DFF">
      <w:pPr>
        <w:pStyle w:val="Header"/>
        <w:tabs>
          <w:tab w:val="clear" w:pos="4819"/>
          <w:tab w:val="clear" w:pos="9638"/>
          <w:tab w:val="left" w:pos="7740"/>
        </w:tabs>
        <w:rPr>
          <w:rFonts w:ascii="Arial" w:hAnsi="Arial" w:cs="Arial"/>
          <w:lang w:val="de-DE"/>
        </w:rPr>
      </w:pPr>
    </w:p>
    <w:sectPr w:rsidR="00842E02" w:rsidRPr="008B62A7" w:rsidSect="008B6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99" w:right="1418" w:bottom="89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E02" w:rsidRDefault="00842E02">
      <w:r>
        <w:separator/>
      </w:r>
    </w:p>
  </w:endnote>
  <w:endnote w:type="continuationSeparator" w:id="0">
    <w:p w:rsidR="00842E02" w:rsidRDefault="0084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02" w:rsidRDefault="00842E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02" w:rsidRPr="00E612BF" w:rsidRDefault="00842E02">
    <w:pPr>
      <w:pStyle w:val="Footer"/>
      <w:tabs>
        <w:tab w:val="clear" w:pos="9638"/>
        <w:tab w:val="right" w:pos="14220"/>
      </w:tabs>
      <w:rPr>
        <w:sz w:val="15"/>
        <w:lang w:val="de-DE"/>
      </w:rPr>
    </w:pPr>
    <w:r>
      <w:rPr>
        <w:rStyle w:val="hps"/>
        <w:rFonts w:ascii="Arial" w:hAnsi="Arial" w:cs="Arial"/>
        <w:color w:val="333333"/>
        <w:sz w:val="22"/>
        <w:lang w:val="de-DE"/>
      </w:rPr>
      <w:t xml:space="preserve">Datum           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Unterschrift</w:t>
    </w:r>
    <w:r w:rsidRPr="00E612BF">
      <w:rPr>
        <w:rStyle w:val="shorttext"/>
        <w:rFonts w:ascii="Arial" w:hAnsi="Arial" w:cs="Arial"/>
        <w:color w:val="333333"/>
        <w:sz w:val="22"/>
        <w:lang w:val="de-DE"/>
      </w:rPr>
      <w:t xml:space="preserve"> </w:t>
    </w:r>
    <w:r w:rsidRPr="00E612BF">
      <w:rPr>
        <w:rStyle w:val="hps"/>
        <w:rFonts w:ascii="Arial" w:hAnsi="Arial" w:cs="Arial"/>
        <w:color w:val="333333"/>
        <w:sz w:val="22"/>
        <w:lang w:val="de-DE"/>
      </w:rPr>
      <w:t xml:space="preserve">des </w:t>
    </w:r>
    <w:r>
      <w:rPr>
        <w:rStyle w:val="hps"/>
        <w:rFonts w:ascii="Arial" w:hAnsi="Arial" w:cs="Arial"/>
        <w:color w:val="333333"/>
        <w:sz w:val="22"/>
        <w:lang w:val="de-DE"/>
      </w:rPr>
      <w:t xml:space="preserve">angegebenen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Namens</w:t>
    </w:r>
    <w:r>
      <w:rPr>
        <w:rStyle w:val="hps"/>
        <w:rFonts w:ascii="Arial" w:hAnsi="Arial" w:cs="Arial"/>
        <w:color w:val="333333"/>
        <w:sz w:val="22"/>
        <w:lang w:val="de-DE"/>
      </w:rPr>
      <w:t xml:space="preserve">............................................                     </w:t>
    </w:r>
    <w:r w:rsidRPr="009E3A75">
      <w:rPr>
        <w:rFonts w:ascii="Arial" w:hAnsi="Arial" w:cs="Arial"/>
        <w:sz w:val="22"/>
        <w:lang w:val="de-DE"/>
      </w:rPr>
      <w:t>Unterschrift des Anbieters</w:t>
    </w:r>
    <w:r w:rsidRPr="00E612BF">
      <w:rPr>
        <w:sz w:val="22"/>
        <w:lang w:val="de-DE"/>
      </w:rPr>
      <w:t xml:space="preserve"> </w:t>
    </w:r>
    <w:r>
      <w:rPr>
        <w:lang w:val="de-DE"/>
      </w:rPr>
      <w:t>.........................................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02" w:rsidRDefault="00842E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E02" w:rsidRDefault="00842E02">
      <w:r>
        <w:separator/>
      </w:r>
    </w:p>
  </w:footnote>
  <w:footnote w:type="continuationSeparator" w:id="0">
    <w:p w:rsidR="00842E02" w:rsidRDefault="00842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02" w:rsidRDefault="00842E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02" w:rsidRDefault="00842E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02" w:rsidRDefault="00842E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059"/>
    <w:rsid w:val="00016140"/>
    <w:rsid w:val="000259F3"/>
    <w:rsid w:val="00053871"/>
    <w:rsid w:val="000C1A98"/>
    <w:rsid w:val="000F5376"/>
    <w:rsid w:val="001255DF"/>
    <w:rsid w:val="0014759C"/>
    <w:rsid w:val="00153A14"/>
    <w:rsid w:val="00156DAD"/>
    <w:rsid w:val="001A43FA"/>
    <w:rsid w:val="001B53A6"/>
    <w:rsid w:val="001C1F18"/>
    <w:rsid w:val="001E4800"/>
    <w:rsid w:val="00205D4A"/>
    <w:rsid w:val="002071A9"/>
    <w:rsid w:val="00207A9E"/>
    <w:rsid w:val="002334A6"/>
    <w:rsid w:val="00242364"/>
    <w:rsid w:val="00294350"/>
    <w:rsid w:val="002951C3"/>
    <w:rsid w:val="002D3CDB"/>
    <w:rsid w:val="002E6AC6"/>
    <w:rsid w:val="002F3F67"/>
    <w:rsid w:val="002F6E7B"/>
    <w:rsid w:val="00305457"/>
    <w:rsid w:val="0039089B"/>
    <w:rsid w:val="003912AE"/>
    <w:rsid w:val="003E4D73"/>
    <w:rsid w:val="0040723D"/>
    <w:rsid w:val="004A5D64"/>
    <w:rsid w:val="004A737E"/>
    <w:rsid w:val="004B6666"/>
    <w:rsid w:val="004C5A92"/>
    <w:rsid w:val="00535B61"/>
    <w:rsid w:val="00567C61"/>
    <w:rsid w:val="00573341"/>
    <w:rsid w:val="00586656"/>
    <w:rsid w:val="005C2E5C"/>
    <w:rsid w:val="005C44BB"/>
    <w:rsid w:val="005E58B6"/>
    <w:rsid w:val="005F594F"/>
    <w:rsid w:val="006407B5"/>
    <w:rsid w:val="006458E0"/>
    <w:rsid w:val="0066618B"/>
    <w:rsid w:val="006747FB"/>
    <w:rsid w:val="006A168A"/>
    <w:rsid w:val="006D32E3"/>
    <w:rsid w:val="007464E0"/>
    <w:rsid w:val="007604C4"/>
    <w:rsid w:val="0076082C"/>
    <w:rsid w:val="0078239B"/>
    <w:rsid w:val="007D12C1"/>
    <w:rsid w:val="007D7733"/>
    <w:rsid w:val="008005E2"/>
    <w:rsid w:val="00801140"/>
    <w:rsid w:val="0083724C"/>
    <w:rsid w:val="00842E02"/>
    <w:rsid w:val="008513A8"/>
    <w:rsid w:val="008A1D76"/>
    <w:rsid w:val="008B1D61"/>
    <w:rsid w:val="008B62A7"/>
    <w:rsid w:val="008E630F"/>
    <w:rsid w:val="00910B9C"/>
    <w:rsid w:val="00917059"/>
    <w:rsid w:val="0096285D"/>
    <w:rsid w:val="00971DFF"/>
    <w:rsid w:val="00996519"/>
    <w:rsid w:val="009C72AA"/>
    <w:rsid w:val="009D47F2"/>
    <w:rsid w:val="009E3A75"/>
    <w:rsid w:val="00A2373C"/>
    <w:rsid w:val="00A52079"/>
    <w:rsid w:val="00AB795C"/>
    <w:rsid w:val="00AB7969"/>
    <w:rsid w:val="00AC54FB"/>
    <w:rsid w:val="00B00041"/>
    <w:rsid w:val="00B8303D"/>
    <w:rsid w:val="00B850C2"/>
    <w:rsid w:val="00BC2C78"/>
    <w:rsid w:val="00C004E4"/>
    <w:rsid w:val="00C1686E"/>
    <w:rsid w:val="00C37C5C"/>
    <w:rsid w:val="00C74D13"/>
    <w:rsid w:val="00CA06A5"/>
    <w:rsid w:val="00CA7064"/>
    <w:rsid w:val="00CB72C2"/>
    <w:rsid w:val="00CC38F5"/>
    <w:rsid w:val="00D00F3C"/>
    <w:rsid w:val="00D32EDA"/>
    <w:rsid w:val="00D340A6"/>
    <w:rsid w:val="00D40D23"/>
    <w:rsid w:val="00D41045"/>
    <w:rsid w:val="00D55E8D"/>
    <w:rsid w:val="00D631FA"/>
    <w:rsid w:val="00D77B79"/>
    <w:rsid w:val="00D802F8"/>
    <w:rsid w:val="00D906B6"/>
    <w:rsid w:val="00D9265D"/>
    <w:rsid w:val="00E34400"/>
    <w:rsid w:val="00E45A44"/>
    <w:rsid w:val="00E612BF"/>
    <w:rsid w:val="00E73AFE"/>
    <w:rsid w:val="00E77625"/>
    <w:rsid w:val="00EB6D77"/>
    <w:rsid w:val="00ED2306"/>
    <w:rsid w:val="00F43084"/>
    <w:rsid w:val="00F85611"/>
    <w:rsid w:val="00F97987"/>
    <w:rsid w:val="00FA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0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lang w:val="it-IT" w:eastAsia="it-IT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lang w:val="it-IT" w:eastAsia="it-IT"/>
    </w:rPr>
  </w:style>
  <w:style w:type="character" w:customStyle="1" w:styleId="shorttext">
    <w:name w:val="short_text"/>
    <w:uiPriority w:val="99"/>
    <w:rsid w:val="00E612BF"/>
  </w:style>
  <w:style w:type="character" w:customStyle="1" w:styleId="hps">
    <w:name w:val="hps"/>
    <w:uiPriority w:val="99"/>
    <w:rsid w:val="00E612BF"/>
  </w:style>
  <w:style w:type="paragraph" w:styleId="BodyTextIndent3">
    <w:name w:val="Body Text Indent 3"/>
    <w:basedOn w:val="Normal"/>
    <w:link w:val="BodyTextIndent3Char"/>
    <w:uiPriority w:val="99"/>
    <w:rsid w:val="00ED2306"/>
    <w:pPr>
      <w:spacing w:line="320" w:lineRule="exact"/>
      <w:ind w:firstLine="567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D2306"/>
    <w:rPr>
      <w:sz w:val="24"/>
      <w:lang w:val="it-IT" w:eastAsia="it-IT"/>
    </w:rPr>
  </w:style>
  <w:style w:type="paragraph" w:customStyle="1" w:styleId="Carattere1">
    <w:name w:val="Carattere1"/>
    <w:basedOn w:val="Normal"/>
    <w:uiPriority w:val="99"/>
    <w:rsid w:val="00C1686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"/>
    <w:uiPriority w:val="99"/>
    <w:rsid w:val="008A1D7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0_-_Formular_1_Baustellenleiter%20terent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L20_-_Formular_1_Baustellenleiter terenten.dot</Template>
  <TotalTime>0</TotalTime>
  <Pages>1</Pages>
  <Words>265</Words>
  <Characters>1670</Characters>
  <Application>Microsoft Office Word</Application>
  <DocSecurity>0</DocSecurity>
  <Lines>0</Lines>
  <Paragraphs>0</Paragraphs>
  <ScaleCrop>false</ScaleCrop>
  <Company>Studio Mora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Elisa Andrigo</cp:lastModifiedBy>
  <cp:revision>3</cp:revision>
  <cp:lastPrinted>2006-12-12T06:14:00Z</cp:lastPrinted>
  <dcterms:created xsi:type="dcterms:W3CDTF">2016-09-07T07:43:00Z</dcterms:created>
  <dcterms:modified xsi:type="dcterms:W3CDTF">2016-09-20T08:55:00Z</dcterms:modified>
</cp:coreProperties>
</file>